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93" w:rsidRPr="00C416D9" w:rsidRDefault="00E82D93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Formular Nr. 1/b</w:t>
      </w:r>
    </w:p>
    <w:p w:rsidR="00E82D93" w:rsidRDefault="00E82D93" w:rsidP="006B3815">
      <w:pPr>
        <w:rPr>
          <w:rFonts w:ascii="Arial" w:hAnsi="Arial" w:cs="Arial"/>
          <w:b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 w:rsidRPr="0043065B">
        <w:rPr>
          <w:rFonts w:ascii="Arial" w:hAnsi="Arial" w:cs="Arial"/>
          <w:lang w:val="de-DE"/>
        </w:rPr>
        <w:t xml:space="preserve"> </w:t>
      </w:r>
      <w:r>
        <w:rPr>
          <w:rFonts w:ascii="Arial" w:hAnsi="Arial" w:cs="Arial"/>
          <w:b/>
          <w:lang w:val="de-DE"/>
        </w:rPr>
        <w:t>AOV</w:t>
      </w:r>
      <w:r w:rsidRPr="00D9265D">
        <w:rPr>
          <w:rFonts w:ascii="Arial" w:hAnsi="Arial" w:cs="Arial"/>
          <w:b/>
          <w:lang w:val="de-DE"/>
        </w:rPr>
        <w:t xml:space="preserve"> 015/2016 TRAININGSZENTRUM FC SÜDTIROL</w:t>
      </w:r>
    </w:p>
    <w:p w:rsidR="00E82D93" w:rsidRPr="002E6AC6" w:rsidRDefault="00E82D93" w:rsidP="006B3815">
      <w:pPr>
        <w:rPr>
          <w:rFonts w:ascii="Arial" w:hAnsi="Arial" w:cs="Arial"/>
          <w:lang w:val="de-DE"/>
        </w:rPr>
      </w:pPr>
    </w:p>
    <w:p w:rsidR="00E82D93" w:rsidRPr="0043065B" w:rsidRDefault="00E82D93" w:rsidP="00D37F69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43065B">
        <w:rPr>
          <w:rFonts w:ascii="Arial" w:hAnsi="Arial" w:cs="Arial"/>
          <w:lang w:val="de-DE"/>
        </w:rPr>
        <w:tab/>
        <w:t>VORNAME</w:t>
      </w:r>
      <w:r w:rsidRPr="0043065B">
        <w:rPr>
          <w:rFonts w:ascii="Arial" w:hAnsi="Arial" w:cs="Arial"/>
          <w:lang w:val="de-DE"/>
        </w:rPr>
        <w:tab/>
        <w:t>NACHNAME                           ALTER</w:t>
      </w:r>
    </w:p>
    <w:p w:rsidR="00E82D93" w:rsidRPr="0043065B" w:rsidRDefault="00E82D93" w:rsidP="00D340A6">
      <w:pPr>
        <w:pStyle w:val="Heading3"/>
        <w:rPr>
          <w:rFonts w:ascii="Arial" w:hAnsi="Arial" w:cs="Arial"/>
          <w:lang w:val="de-DE"/>
        </w:rPr>
      </w:pPr>
      <w:r w:rsidRPr="00E95C61">
        <w:rPr>
          <w:rFonts w:ascii="Arial" w:hAnsi="Arial" w:cs="Arial"/>
          <w:lang w:val="de-DE"/>
        </w:rPr>
        <w:t>BAUSTELLENASSISTENT</w:t>
      </w:r>
    </w:p>
    <w:tbl>
      <w:tblPr>
        <w:tblpPr w:leftFromText="141" w:rightFromText="141" w:vertAnchor="text" w:horzAnchor="margin" w:tblpX="-711" w:tblpY="242"/>
        <w:tblW w:w="16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843"/>
        <w:gridCol w:w="2551"/>
        <w:gridCol w:w="3544"/>
        <w:gridCol w:w="3402"/>
        <w:gridCol w:w="1559"/>
      </w:tblGrid>
      <w:tr w:rsidR="00E82D93" w:rsidRPr="00C416D9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  <w:bCs/>
                <w:lang w:val="de-DE"/>
              </w:rPr>
            </w:pPr>
            <w:r w:rsidRPr="00C416D9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899" w:type="dxa"/>
            <w:gridSpan w:val="5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</w:rPr>
            </w:pPr>
          </w:p>
        </w:tc>
      </w:tr>
      <w:tr w:rsidR="00E82D93" w:rsidRPr="00C416D9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  <w:bCs/>
                <w:lang w:val="de-DE"/>
              </w:rPr>
            </w:pPr>
            <w:r w:rsidRPr="00C416D9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899" w:type="dxa"/>
            <w:gridSpan w:val="5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</w:rPr>
            </w:pPr>
          </w:p>
        </w:tc>
      </w:tr>
      <w:tr w:rsidR="00E82D93" w:rsidRPr="00C416D9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899" w:type="dxa"/>
            <w:gridSpan w:val="5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</w:rPr>
            </w:pPr>
          </w:p>
        </w:tc>
      </w:tr>
      <w:tr w:rsidR="00E82D93" w:rsidRPr="00C416D9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899" w:type="dxa"/>
            <w:gridSpan w:val="5"/>
            <w:vAlign w:val="center"/>
          </w:tcPr>
          <w:p w:rsidR="00E82D93" w:rsidRPr="00C416D9" w:rsidRDefault="00E82D93" w:rsidP="007F093E">
            <w:pPr>
              <w:rPr>
                <w:rFonts w:ascii="Arial" w:hAnsi="Arial" w:cs="Arial"/>
              </w:rPr>
            </w:pPr>
          </w:p>
        </w:tc>
      </w:tr>
      <w:tr w:rsidR="00E82D93" w:rsidRPr="00C416D9">
        <w:trPr>
          <w:trHeight w:hRule="exact" w:val="397"/>
        </w:trPr>
        <w:tc>
          <w:tcPr>
            <w:tcW w:w="16088" w:type="dxa"/>
            <w:gridSpan w:val="6"/>
            <w:shd w:val="clear" w:color="auto" w:fill="E6E6E6"/>
          </w:tcPr>
          <w:p w:rsidR="00E82D93" w:rsidRPr="00C416D9" w:rsidRDefault="00E82D93" w:rsidP="007F093E">
            <w:pPr>
              <w:rPr>
                <w:rFonts w:ascii="Arial" w:hAnsi="Arial" w:cs="Arial"/>
              </w:rPr>
            </w:pPr>
            <w:r w:rsidRPr="00C416D9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E82D93" w:rsidRPr="00C416D9" w:rsidTr="002553CB">
        <w:trPr>
          <w:trHeight w:hRule="exact" w:val="731"/>
        </w:trPr>
        <w:tc>
          <w:tcPr>
            <w:tcW w:w="3189" w:type="dxa"/>
            <w:vAlign w:val="center"/>
          </w:tcPr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843" w:type="dxa"/>
            <w:vAlign w:val="center"/>
          </w:tcPr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C416D9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C416D9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1" w:type="dxa"/>
            <w:vAlign w:val="center"/>
          </w:tcPr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E82D93" w:rsidRPr="00C416D9" w:rsidRDefault="00E82D93" w:rsidP="007F093E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402" w:type="dxa"/>
            <w:vAlign w:val="center"/>
          </w:tcPr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559" w:type="dxa"/>
            <w:vAlign w:val="center"/>
          </w:tcPr>
          <w:p w:rsidR="00E82D93" w:rsidRPr="00C416D9" w:rsidRDefault="00E82D93" w:rsidP="007F093E">
            <w:pPr>
              <w:jc w:val="center"/>
              <w:rPr>
                <w:rFonts w:ascii="Arial" w:hAnsi="Arial" w:cs="Arial"/>
                <w:b/>
                <w:bCs/>
              </w:rPr>
            </w:pPr>
            <w:r w:rsidRPr="00C416D9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E82D93" w:rsidRPr="002553CB" w:rsidTr="002553CB">
        <w:trPr>
          <w:trHeight w:val="953"/>
        </w:trPr>
        <w:tc>
          <w:tcPr>
            <w:tcW w:w="3189" w:type="dxa"/>
            <w:vAlign w:val="center"/>
          </w:tcPr>
          <w:p w:rsidR="00E82D93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E82D93" w:rsidRPr="00E30C64" w:rsidRDefault="00E82D93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E82D93" w:rsidRPr="00E30C64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E82D93" w:rsidRPr="00E30C64" w:rsidRDefault="00E82D93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E82D93" w:rsidRPr="002553CB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Baustellenassistent</w:t>
            </w:r>
          </w:p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D93" w:rsidRPr="002553CB" w:rsidTr="002553CB">
        <w:trPr>
          <w:trHeight w:val="953"/>
        </w:trPr>
        <w:tc>
          <w:tcPr>
            <w:tcW w:w="3189" w:type="dxa"/>
            <w:vAlign w:val="center"/>
          </w:tcPr>
          <w:p w:rsidR="00E82D93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E82D93" w:rsidRPr="00E30C64" w:rsidRDefault="00E82D93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E82D93" w:rsidRPr="00E30C64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E82D93" w:rsidRPr="00E30C64" w:rsidRDefault="00E82D93" w:rsidP="002F11CD">
            <w:pPr>
              <w:ind w:left="-52" w:firstLine="52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E82D93" w:rsidRPr="002553CB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E82D93" w:rsidRDefault="00E82D93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Baustellenassistent</w:t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D93" w:rsidRPr="002553CB" w:rsidTr="002553CB">
        <w:trPr>
          <w:trHeight w:val="953"/>
        </w:trPr>
        <w:tc>
          <w:tcPr>
            <w:tcW w:w="3189" w:type="dxa"/>
            <w:vAlign w:val="center"/>
          </w:tcPr>
          <w:p w:rsidR="00E82D93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E82D93" w:rsidRPr="00E30C64" w:rsidRDefault="00E82D93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E82D93" w:rsidRPr="00E30C64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E82D93" w:rsidRPr="00E30C64" w:rsidRDefault="00E82D93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E82D93" w:rsidRPr="002553CB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Baustellenassistent</w:t>
            </w:r>
          </w:p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D93" w:rsidRPr="002553CB" w:rsidTr="002553CB">
        <w:trPr>
          <w:trHeight w:val="953"/>
        </w:trPr>
        <w:tc>
          <w:tcPr>
            <w:tcW w:w="3189" w:type="dxa"/>
            <w:vAlign w:val="center"/>
          </w:tcPr>
          <w:p w:rsidR="00E82D93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E82D93" w:rsidRPr="00E30C64" w:rsidRDefault="00E82D93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E82D93" w:rsidRPr="00E30C64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E82D93" w:rsidRPr="00E30C64" w:rsidRDefault="00E82D93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E82D93" w:rsidRPr="002553CB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Baustellenassistent</w:t>
            </w:r>
          </w:p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2D93" w:rsidRPr="002553CB" w:rsidTr="002553CB">
        <w:trPr>
          <w:trHeight w:val="953"/>
        </w:trPr>
        <w:tc>
          <w:tcPr>
            <w:tcW w:w="3189" w:type="dxa"/>
            <w:vAlign w:val="center"/>
          </w:tcPr>
          <w:p w:rsidR="00E82D93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E82D93" w:rsidRPr="00E30C64" w:rsidRDefault="00E82D93" w:rsidP="002F11CD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</w:tc>
        <w:tc>
          <w:tcPr>
            <w:tcW w:w="1843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E82D93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E82D93" w:rsidRPr="00E30C64" w:rsidRDefault="00E82D93" w:rsidP="00E30C64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</w:tc>
        <w:tc>
          <w:tcPr>
            <w:tcW w:w="2551" w:type="dxa"/>
            <w:vAlign w:val="center"/>
          </w:tcPr>
          <w:p w:rsidR="00E82D93" w:rsidRPr="00E30C64" w:rsidRDefault="00E82D93" w:rsidP="002F11C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E82D93" w:rsidRPr="00016140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E82D93" w:rsidRPr="002553CB" w:rsidRDefault="00E82D93" w:rsidP="00E30C64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402" w:type="dxa"/>
            <w:vAlign w:val="center"/>
          </w:tcPr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Baustellenassistent</w:t>
            </w:r>
          </w:p>
          <w:p w:rsidR="00E82D93" w:rsidRPr="002553CB" w:rsidRDefault="00E82D93" w:rsidP="002553C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53CB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2553C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53CB">
              <w:rPr>
                <w:rFonts w:ascii="Arial" w:hAnsi="Arial" w:cs="Arial"/>
                <w:bCs/>
                <w:sz w:val="20"/>
                <w:szCs w:val="20"/>
                <w:lang w:val="de-DE"/>
              </w:rPr>
              <w:t>Andere (spezifizieren) _</w:t>
            </w:r>
            <w:r w:rsidRPr="002553CB">
              <w:rPr>
                <w:rFonts w:ascii="Arial" w:hAnsi="Arial" w:cs="Arial"/>
                <w:sz w:val="20"/>
                <w:szCs w:val="20"/>
              </w:rPr>
              <w:t>_______________</w:t>
            </w:r>
          </w:p>
        </w:tc>
        <w:tc>
          <w:tcPr>
            <w:tcW w:w="1559" w:type="dxa"/>
            <w:vAlign w:val="center"/>
          </w:tcPr>
          <w:p w:rsidR="00E82D93" w:rsidRPr="002553CB" w:rsidRDefault="00E82D93" w:rsidP="002F11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82D93" w:rsidRPr="002553CB" w:rsidRDefault="00E82D93" w:rsidP="00D81A39">
      <w:pPr>
        <w:pStyle w:val="Header"/>
        <w:tabs>
          <w:tab w:val="clear" w:pos="4819"/>
          <w:tab w:val="clear" w:pos="9638"/>
          <w:tab w:val="left" w:pos="7740"/>
        </w:tabs>
        <w:ind w:right="-598"/>
        <w:rPr>
          <w:rFonts w:ascii="Arial" w:hAnsi="Arial" w:cs="Arial"/>
          <w:sz w:val="20"/>
          <w:szCs w:val="20"/>
          <w:lang w:val="de-DE"/>
        </w:rPr>
      </w:pPr>
    </w:p>
    <w:sectPr w:rsidR="00E82D93" w:rsidRPr="002553CB" w:rsidSect="00C416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99" w:right="1418" w:bottom="1134" w:left="1134" w:header="567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D93" w:rsidRDefault="00E82D93">
      <w:r>
        <w:separator/>
      </w:r>
    </w:p>
  </w:endnote>
  <w:endnote w:type="continuationSeparator" w:id="0">
    <w:p w:rsidR="00E82D93" w:rsidRDefault="00E8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Default="00E82D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Pr="00B70A57" w:rsidRDefault="00E82D93">
    <w:pPr>
      <w:pStyle w:val="Footer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Default="00E82D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D93" w:rsidRDefault="00E82D93">
      <w:r>
        <w:separator/>
      </w:r>
    </w:p>
  </w:footnote>
  <w:footnote w:type="continuationSeparator" w:id="0">
    <w:p w:rsidR="00E82D93" w:rsidRDefault="00E82D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Default="00E82D9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Default="00E82D9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D93" w:rsidRDefault="00E82D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7B1"/>
    <w:rsid w:val="00016140"/>
    <w:rsid w:val="00053871"/>
    <w:rsid w:val="00065160"/>
    <w:rsid w:val="00094D33"/>
    <w:rsid w:val="00095464"/>
    <w:rsid w:val="000A1054"/>
    <w:rsid w:val="000C1A98"/>
    <w:rsid w:val="000E1A1C"/>
    <w:rsid w:val="001255DF"/>
    <w:rsid w:val="0014792C"/>
    <w:rsid w:val="00166EDB"/>
    <w:rsid w:val="002071A9"/>
    <w:rsid w:val="00207A9E"/>
    <w:rsid w:val="002256E4"/>
    <w:rsid w:val="002553CB"/>
    <w:rsid w:val="00290CEA"/>
    <w:rsid w:val="002B51FC"/>
    <w:rsid w:val="002E6AC6"/>
    <w:rsid w:val="002F11CD"/>
    <w:rsid w:val="002F1A5A"/>
    <w:rsid w:val="002F6E7B"/>
    <w:rsid w:val="00305457"/>
    <w:rsid w:val="00325811"/>
    <w:rsid w:val="00334721"/>
    <w:rsid w:val="00335243"/>
    <w:rsid w:val="00336CFF"/>
    <w:rsid w:val="00336F2D"/>
    <w:rsid w:val="003A6A33"/>
    <w:rsid w:val="003A787A"/>
    <w:rsid w:val="003E2E6C"/>
    <w:rsid w:val="0043065B"/>
    <w:rsid w:val="00430B1B"/>
    <w:rsid w:val="00474374"/>
    <w:rsid w:val="0047697B"/>
    <w:rsid w:val="004904AC"/>
    <w:rsid w:val="004C5A92"/>
    <w:rsid w:val="004D61D6"/>
    <w:rsid w:val="004F21E0"/>
    <w:rsid w:val="00535B61"/>
    <w:rsid w:val="00536761"/>
    <w:rsid w:val="005C1625"/>
    <w:rsid w:val="00630735"/>
    <w:rsid w:val="00634062"/>
    <w:rsid w:val="00636BB0"/>
    <w:rsid w:val="006612C8"/>
    <w:rsid w:val="0066618B"/>
    <w:rsid w:val="00693B6E"/>
    <w:rsid w:val="006A7A21"/>
    <w:rsid w:val="006B3815"/>
    <w:rsid w:val="006D32E3"/>
    <w:rsid w:val="00737707"/>
    <w:rsid w:val="0078239B"/>
    <w:rsid w:val="007A2B1F"/>
    <w:rsid w:val="007D12C1"/>
    <w:rsid w:val="007F093E"/>
    <w:rsid w:val="007F0F11"/>
    <w:rsid w:val="007F28F6"/>
    <w:rsid w:val="00801140"/>
    <w:rsid w:val="00836EC0"/>
    <w:rsid w:val="0083724C"/>
    <w:rsid w:val="008444EC"/>
    <w:rsid w:val="00881F4F"/>
    <w:rsid w:val="00885DD8"/>
    <w:rsid w:val="00891B76"/>
    <w:rsid w:val="008A4B8F"/>
    <w:rsid w:val="008B1D61"/>
    <w:rsid w:val="008B62A7"/>
    <w:rsid w:val="0092793F"/>
    <w:rsid w:val="009333CB"/>
    <w:rsid w:val="00945945"/>
    <w:rsid w:val="00952359"/>
    <w:rsid w:val="00996519"/>
    <w:rsid w:val="009A7452"/>
    <w:rsid w:val="009B5187"/>
    <w:rsid w:val="009C65F3"/>
    <w:rsid w:val="009C72AA"/>
    <w:rsid w:val="009C7C62"/>
    <w:rsid w:val="009E3A75"/>
    <w:rsid w:val="009E60B6"/>
    <w:rsid w:val="00A061D7"/>
    <w:rsid w:val="00A2373C"/>
    <w:rsid w:val="00A23908"/>
    <w:rsid w:val="00A2541D"/>
    <w:rsid w:val="00A30361"/>
    <w:rsid w:val="00A47940"/>
    <w:rsid w:val="00A61749"/>
    <w:rsid w:val="00A73A08"/>
    <w:rsid w:val="00AA0EBA"/>
    <w:rsid w:val="00AC54FB"/>
    <w:rsid w:val="00AE0119"/>
    <w:rsid w:val="00AE7BBC"/>
    <w:rsid w:val="00B26D2B"/>
    <w:rsid w:val="00B30AA8"/>
    <w:rsid w:val="00B57917"/>
    <w:rsid w:val="00B611C9"/>
    <w:rsid w:val="00B61D53"/>
    <w:rsid w:val="00B63310"/>
    <w:rsid w:val="00B70A57"/>
    <w:rsid w:val="00B75A4A"/>
    <w:rsid w:val="00B850C2"/>
    <w:rsid w:val="00B90A2E"/>
    <w:rsid w:val="00C004E4"/>
    <w:rsid w:val="00C16913"/>
    <w:rsid w:val="00C4128A"/>
    <w:rsid w:val="00C416D9"/>
    <w:rsid w:val="00C75099"/>
    <w:rsid w:val="00C877B1"/>
    <w:rsid w:val="00CA5CF6"/>
    <w:rsid w:val="00CB1BA2"/>
    <w:rsid w:val="00CB72C2"/>
    <w:rsid w:val="00CE5CD5"/>
    <w:rsid w:val="00CF24E3"/>
    <w:rsid w:val="00D32EDA"/>
    <w:rsid w:val="00D340A6"/>
    <w:rsid w:val="00D37F69"/>
    <w:rsid w:val="00D51A59"/>
    <w:rsid w:val="00D77B79"/>
    <w:rsid w:val="00D81A39"/>
    <w:rsid w:val="00D9265D"/>
    <w:rsid w:val="00DC4AFF"/>
    <w:rsid w:val="00DD4976"/>
    <w:rsid w:val="00DE6407"/>
    <w:rsid w:val="00E101A7"/>
    <w:rsid w:val="00E30C64"/>
    <w:rsid w:val="00E34A87"/>
    <w:rsid w:val="00E4677D"/>
    <w:rsid w:val="00E612BF"/>
    <w:rsid w:val="00E82D93"/>
    <w:rsid w:val="00E95C61"/>
    <w:rsid w:val="00ED33ED"/>
    <w:rsid w:val="00F470AA"/>
    <w:rsid w:val="00F65758"/>
    <w:rsid w:val="00F67048"/>
    <w:rsid w:val="00F71D2C"/>
    <w:rsid w:val="00F877F9"/>
    <w:rsid w:val="00FB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6D2B"/>
    <w:rPr>
      <w:sz w:val="24"/>
    </w:rPr>
  </w:style>
  <w:style w:type="character" w:customStyle="1" w:styleId="hps">
    <w:name w:val="hps"/>
    <w:uiPriority w:val="99"/>
    <w:rsid w:val="009E60B6"/>
  </w:style>
  <w:style w:type="character" w:customStyle="1" w:styleId="shorttext">
    <w:name w:val="short_text"/>
    <w:uiPriority w:val="99"/>
    <w:rsid w:val="00B70A57"/>
  </w:style>
  <w:style w:type="paragraph" w:customStyle="1" w:styleId="Carattere1Char">
    <w:name w:val="Carattere1 Char"/>
    <w:basedOn w:val="Normal"/>
    <w:uiPriority w:val="99"/>
    <w:rsid w:val="007F0F1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A061D7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1">
    <w:name w:val="Carattere1"/>
    <w:basedOn w:val="Normal"/>
    <w:uiPriority w:val="99"/>
    <w:rsid w:val="002553C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1_-_Formular_2_Vorarb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L21_-_Formular_2_Vorarbeiter terenten.dot</Template>
  <TotalTime>0</TotalTime>
  <Pages>1</Pages>
  <Words>248</Words>
  <Characters>1565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6</cp:revision>
  <cp:lastPrinted>2006-12-12T06:14:00Z</cp:lastPrinted>
  <dcterms:created xsi:type="dcterms:W3CDTF">2015-12-15T17:25:00Z</dcterms:created>
  <dcterms:modified xsi:type="dcterms:W3CDTF">2016-09-20T08:54:00Z</dcterms:modified>
</cp:coreProperties>
</file>